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A06A5E" w:rsidRPr="00387875" w14:paraId="41B84CCC" w14:textId="77777777" w:rsidTr="00EB510E">
        <w:tc>
          <w:tcPr>
            <w:tcW w:w="1208" w:type="dxa"/>
          </w:tcPr>
          <w:p w14:paraId="54D048EC" w14:textId="77777777" w:rsidR="00A06A5E" w:rsidRPr="006A3741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58A6B90" w14:textId="77777777" w:rsidR="00A06A5E" w:rsidRPr="006A3741" w:rsidRDefault="00A06A5E" w:rsidP="00EB510E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3A4D4762" w14:textId="77777777" w:rsidR="00A06A5E" w:rsidRPr="006A3741" w:rsidRDefault="00A06A5E" w:rsidP="00D17F30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A3741" w:rsidRPr="00D5395B" w14:paraId="5C4F940E" w14:textId="77777777" w:rsidTr="00EB510E">
        <w:tc>
          <w:tcPr>
            <w:tcW w:w="1208" w:type="dxa"/>
          </w:tcPr>
          <w:p w14:paraId="566711E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28151736</w:t>
            </w:r>
          </w:p>
        </w:tc>
        <w:tc>
          <w:tcPr>
            <w:tcW w:w="1867" w:type="dxa"/>
          </w:tcPr>
          <w:p w14:paraId="4B2715C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di distribuzione per impianti alta temperatura </w:t>
            </w:r>
          </w:p>
          <w:p w14:paraId="357A352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</w:t>
            </w:r>
          </w:p>
        </w:tc>
        <w:tc>
          <w:tcPr>
            <w:tcW w:w="6525" w:type="dxa"/>
          </w:tcPr>
          <w:p w14:paraId="2C54E65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ad 1 modulo con pompa di circolazione e collettore aperto che consente la realizzazione di impianti a zone ad alta temperatura.</w:t>
            </w:r>
          </w:p>
          <w:p w14:paraId="5014752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BDF878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095F138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1F7CA81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Collettore di distribuzione</w:t>
            </w:r>
          </w:p>
          <w:p w14:paraId="0C4A2F5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Circolatore elettrico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1507B99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Termometri di controllo</w:t>
            </w:r>
          </w:p>
          <w:p w14:paraId="6466745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498951A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Rubinetti di carico/scarico</w:t>
            </w:r>
          </w:p>
          <w:p w14:paraId="340EEBD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B7A14A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57664E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massima collettore di distribuzione: 90 °C</w:t>
            </w:r>
          </w:p>
          <w:p w14:paraId="3A0A4B9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massima: 10 bar</w:t>
            </w:r>
          </w:p>
          <w:p w14:paraId="38028685" w14:textId="778BEC79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53EF6BA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302405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2869F197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0365EE00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786815B1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4C15212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61A4FCAD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117E653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8FCFBA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alta temperatura 1A o equivalente.</w:t>
            </w:r>
          </w:p>
        </w:tc>
      </w:tr>
      <w:tr w:rsidR="006A3741" w:rsidRPr="00D5395B" w14:paraId="0850DA54" w14:textId="77777777" w:rsidTr="00EB510E">
        <w:tc>
          <w:tcPr>
            <w:tcW w:w="1208" w:type="dxa"/>
          </w:tcPr>
          <w:p w14:paraId="73EFBB1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28151738</w:t>
            </w:r>
          </w:p>
        </w:tc>
        <w:tc>
          <w:tcPr>
            <w:tcW w:w="1867" w:type="dxa"/>
          </w:tcPr>
          <w:p w14:paraId="4EEA6C8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alta temperatura </w:t>
            </w:r>
          </w:p>
          <w:p w14:paraId="12524FF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ap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2A</w:t>
            </w:r>
          </w:p>
        </w:tc>
        <w:tc>
          <w:tcPr>
            <w:tcW w:w="6525" w:type="dxa"/>
          </w:tcPr>
          <w:p w14:paraId="7AD3415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 2 moduli con pompe di circolazione e collettore aperto che consente la realizzazione di impianti a zone ad alta temperatura.</w:t>
            </w:r>
          </w:p>
          <w:p w14:paraId="157DF1A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1BAB9DA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21CC0CA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2C0E153F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Collettori di distribuzione</w:t>
            </w:r>
          </w:p>
          <w:p w14:paraId="3351DCA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2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668B4A3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Termometri di controllo</w:t>
            </w:r>
          </w:p>
          <w:p w14:paraId="08ABCFE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42532D7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Rubinetti di carico/scarico</w:t>
            </w:r>
          </w:p>
          <w:p w14:paraId="0C047E6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</w:p>
          <w:p w14:paraId="2371400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AB14E5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Temperatura massima collettore di distribuzione: 90 °C</w:t>
            </w:r>
          </w:p>
          <w:p w14:paraId="0F18242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massima: 10 bar</w:t>
            </w:r>
          </w:p>
          <w:p w14:paraId="2C2E870A" w14:textId="505BD5AD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0FFF52F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11DA5E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7971FA76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24A26A85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05DD284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105F6CA9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37D857B3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01A952B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7D7AE9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alta temperatura 2A o equivalente.</w:t>
            </w:r>
          </w:p>
        </w:tc>
      </w:tr>
      <w:tr w:rsidR="006A3741" w:rsidRPr="00D5395B" w14:paraId="2920F04C" w14:textId="77777777" w:rsidTr="00EB510E">
        <w:tc>
          <w:tcPr>
            <w:tcW w:w="1208" w:type="dxa"/>
          </w:tcPr>
          <w:p w14:paraId="20D48BC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28151740</w:t>
            </w:r>
          </w:p>
        </w:tc>
        <w:tc>
          <w:tcPr>
            <w:tcW w:w="1867" w:type="dxa"/>
          </w:tcPr>
          <w:p w14:paraId="150415A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alta temperatura </w:t>
            </w:r>
          </w:p>
          <w:p w14:paraId="58BFB43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3A</w:t>
            </w:r>
          </w:p>
        </w:tc>
        <w:tc>
          <w:tcPr>
            <w:tcW w:w="6525" w:type="dxa"/>
          </w:tcPr>
          <w:p w14:paraId="4D72325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 3 moduli con pompe di circolazione e collettore aperto che consente la realizzazione di impianti a zone ad alta temperatura.</w:t>
            </w:r>
          </w:p>
          <w:p w14:paraId="31023DE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E0E6C6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4A61E4A4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288D420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3 Collettori di distribuzione</w:t>
            </w:r>
          </w:p>
          <w:p w14:paraId="4E2A768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4E11380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Termometri di controllo</w:t>
            </w:r>
          </w:p>
          <w:p w14:paraId="059E9C5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di sfiato manuale</w:t>
            </w:r>
          </w:p>
          <w:p w14:paraId="30DF7F0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Rubinetti di carico/scarico</w:t>
            </w:r>
          </w:p>
          <w:p w14:paraId="0918305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0025CE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5B3F79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massima collettore di distribuzione: 90 °C</w:t>
            </w:r>
          </w:p>
          <w:p w14:paraId="142D5F1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massima: 10 bar</w:t>
            </w:r>
          </w:p>
          <w:p w14:paraId="2BA63F97" w14:textId="0977F70D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23E240D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39DE992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2BA547BA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7EBD820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473185F4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51ECCBF7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045992E8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7B658F6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23AE99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alta temperatura 3A o equivalente.</w:t>
            </w:r>
          </w:p>
        </w:tc>
      </w:tr>
      <w:tr w:rsidR="006A3741" w:rsidRPr="00D5395B" w14:paraId="1B16722C" w14:textId="77777777" w:rsidTr="00EB510E">
        <w:tc>
          <w:tcPr>
            <w:tcW w:w="1208" w:type="dxa"/>
          </w:tcPr>
          <w:p w14:paraId="6FAF594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28151742</w:t>
            </w:r>
          </w:p>
        </w:tc>
        <w:tc>
          <w:tcPr>
            <w:tcW w:w="1867" w:type="dxa"/>
          </w:tcPr>
          <w:p w14:paraId="3501803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di distribuzione per impianti bassa temperatura </w:t>
            </w:r>
          </w:p>
          <w:p w14:paraId="15A196E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1B</w:t>
            </w:r>
          </w:p>
        </w:tc>
        <w:tc>
          <w:tcPr>
            <w:tcW w:w="6525" w:type="dxa"/>
          </w:tcPr>
          <w:p w14:paraId="7325ECB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ad 1 modulo con valvola miscelatrice, pompa di circolazione e collettore aperto che consente la realizzazione di impianti a zone a bassa temperatura.</w:t>
            </w:r>
          </w:p>
          <w:p w14:paraId="10F7CE9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DBCB4F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1B785B14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734AC9D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di distribuzione</w:t>
            </w:r>
          </w:p>
          <w:p w14:paraId="172DD9B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miscelatrice predisposta per testa termostatica o servomotore</w:t>
            </w:r>
          </w:p>
          <w:p w14:paraId="55069D6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di taratura e by-pass</w:t>
            </w:r>
          </w:p>
          <w:p w14:paraId="79D109F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Circolatore elettrico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63779C7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Termometro di controllo </w:t>
            </w:r>
          </w:p>
          <w:p w14:paraId="7EB9B44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Detentore di intercettazione </w:t>
            </w:r>
          </w:p>
          <w:p w14:paraId="3545F31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Valvola manuale per sfogo aria</w:t>
            </w:r>
          </w:p>
          <w:p w14:paraId="578B976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13BAF9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9CC330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79CDB6EE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63EFB52E" w14:textId="67B8DAA0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7E06952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5D93F0A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0F83EC3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530ADB7E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629349D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47857C0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6F2E83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0FC436A4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7570FA2E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0A3AB74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9966009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68EEFE0D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33952F2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7D3FFE9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bassa temperatura  1B o equivalente.</w:t>
            </w:r>
          </w:p>
        </w:tc>
      </w:tr>
      <w:tr w:rsidR="006A3741" w:rsidRPr="00D5395B" w14:paraId="00EC0DB6" w14:textId="77777777" w:rsidTr="00EB510E">
        <w:tc>
          <w:tcPr>
            <w:tcW w:w="1208" w:type="dxa"/>
          </w:tcPr>
          <w:p w14:paraId="4726C5F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28151744</w:t>
            </w:r>
          </w:p>
        </w:tc>
        <w:tc>
          <w:tcPr>
            <w:tcW w:w="1867" w:type="dxa"/>
          </w:tcPr>
          <w:p w14:paraId="3584A51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bassa temperatura </w:t>
            </w:r>
          </w:p>
          <w:p w14:paraId="3CBE247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ap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2B</w:t>
            </w:r>
          </w:p>
        </w:tc>
        <w:tc>
          <w:tcPr>
            <w:tcW w:w="6525" w:type="dxa"/>
          </w:tcPr>
          <w:p w14:paraId="6589E38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 2 moduli con valvola miscelatrice, pompa di circolazione e collettore aperto che consente la realizzazione di impianti a zone a bassa temperatura.</w:t>
            </w:r>
          </w:p>
          <w:p w14:paraId="75EA033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D8A1AA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lastRenderedPageBreak/>
              <w:t>Il sistema è composto da:</w:t>
            </w:r>
          </w:p>
          <w:p w14:paraId="262DC2E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449AD4E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Collettori di distribuzione</w:t>
            </w:r>
          </w:p>
          <w:p w14:paraId="02E6C2F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Valvole miscelatrici predisposte per teste termostatiche o servomotore</w:t>
            </w:r>
          </w:p>
          <w:p w14:paraId="69D1584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Valvole di taratura e by-pass</w:t>
            </w:r>
          </w:p>
          <w:p w14:paraId="1F34E654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2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4B74EE0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Termometri di controllo </w:t>
            </w:r>
          </w:p>
          <w:p w14:paraId="5FDC16E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2 Detentori di intercettazione </w:t>
            </w:r>
          </w:p>
          <w:p w14:paraId="1968452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Valvole manuali per sfogo aria</w:t>
            </w:r>
          </w:p>
          <w:p w14:paraId="5031FF2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9172D8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93B49A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72852D7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7A2DDEB5" w14:textId="014C8020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4CC5B3A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578AB94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7FF3CDC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472A79C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438F88F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748616E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728F44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593044B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2BC85900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400B23E6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66D12AA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2171AAA6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20AC603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F3395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bassa temperatura  2B o equivalente.</w:t>
            </w:r>
          </w:p>
        </w:tc>
      </w:tr>
      <w:tr w:rsidR="006A3741" w:rsidRPr="00D5395B" w14:paraId="7EAB5593" w14:textId="77777777" w:rsidTr="00EB510E">
        <w:tc>
          <w:tcPr>
            <w:tcW w:w="1208" w:type="dxa"/>
          </w:tcPr>
          <w:p w14:paraId="7AD6B4B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28151746</w:t>
            </w:r>
          </w:p>
        </w:tc>
        <w:tc>
          <w:tcPr>
            <w:tcW w:w="1867" w:type="dxa"/>
          </w:tcPr>
          <w:p w14:paraId="19DEBF4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bassa temperatura </w:t>
            </w:r>
          </w:p>
          <w:p w14:paraId="115C9EB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3B</w:t>
            </w:r>
          </w:p>
        </w:tc>
        <w:tc>
          <w:tcPr>
            <w:tcW w:w="6525" w:type="dxa"/>
          </w:tcPr>
          <w:p w14:paraId="2940EA5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a 3 moduli con valvola miscelatrice, pompa di circolazione e collettore aperto che consente la realizzazione di impianti a zone a bassa temperatura.</w:t>
            </w:r>
          </w:p>
          <w:p w14:paraId="3A6A864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3AE7C5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77E48C3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15E4E55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3 Collettori di distribuzione</w:t>
            </w:r>
          </w:p>
          <w:p w14:paraId="093E104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Valvole miscelatrici predisposte per teste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termostatice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o servomotore</w:t>
            </w:r>
          </w:p>
          <w:p w14:paraId="2D03EC1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3 Valvole di taratura e by-pass</w:t>
            </w:r>
          </w:p>
          <w:p w14:paraId="0A85A00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4357F1D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Termometri di controllo </w:t>
            </w:r>
          </w:p>
          <w:p w14:paraId="1FE4EC9E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Detentori di intercettazione </w:t>
            </w:r>
          </w:p>
          <w:p w14:paraId="2C562F6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Valvole manuali per sfogo aria</w:t>
            </w:r>
          </w:p>
          <w:p w14:paraId="01648F1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9D2C3B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5AC2E0F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696FD93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02ECFA76" w14:textId="09F00D73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58512E6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3D6ECFD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5F29079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4415B99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107DF8D4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4BBF931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F7B9EE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148C7FF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6D167528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1199697C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45706787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044089B4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3AEF61D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C88FF0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di distribuzione per impianti bassa temperatura  3B o equivalente.</w:t>
            </w:r>
          </w:p>
        </w:tc>
      </w:tr>
      <w:tr w:rsidR="006A3741" w:rsidRPr="00D5395B" w14:paraId="65A26617" w14:textId="77777777" w:rsidTr="00EB510E">
        <w:tc>
          <w:tcPr>
            <w:tcW w:w="1208" w:type="dxa"/>
          </w:tcPr>
          <w:p w14:paraId="0DFED98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28151748</w:t>
            </w:r>
          </w:p>
        </w:tc>
        <w:tc>
          <w:tcPr>
            <w:tcW w:w="1867" w:type="dxa"/>
          </w:tcPr>
          <w:p w14:paraId="04EC8E2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termici combinati </w:t>
            </w:r>
          </w:p>
          <w:p w14:paraId="0215394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 – 1B</w:t>
            </w:r>
          </w:p>
        </w:tc>
        <w:tc>
          <w:tcPr>
            <w:tcW w:w="6525" w:type="dxa"/>
          </w:tcPr>
          <w:p w14:paraId="0343B9A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con 1 modulo di distribuzione ad alta temperatura e 1 modulo di distribuzione a bassa temperatura con valvola miscelatrice, pompa di circolazione e collettore aperto che consente la realizzazione di impianti a zone di alta e bassa temperatura.</w:t>
            </w:r>
          </w:p>
          <w:p w14:paraId="5836197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7C5E0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7430A07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0887DDB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Collettore di distribuzione a bassa temperatura</w:t>
            </w:r>
          </w:p>
          <w:p w14:paraId="5F51F7E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Collettore di distribuzione ad alta temperatura</w:t>
            </w:r>
          </w:p>
          <w:p w14:paraId="66A0D9E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Valvola miscelatrice predisposta per testa termostatica o servomotore</w:t>
            </w:r>
          </w:p>
          <w:p w14:paraId="43D50D9F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5F78734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2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2AEABDC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Termometri di controllo </w:t>
            </w:r>
          </w:p>
          <w:p w14:paraId="0A7EB55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 xml:space="preserve">1 Detentori di intercettazione </w:t>
            </w:r>
          </w:p>
          <w:p w14:paraId="39FE7EE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Valvole manuali per sfogo aria</w:t>
            </w:r>
          </w:p>
          <w:p w14:paraId="735635C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D5A34C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8A7077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5AD625E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647958FF" w14:textId="1F24E711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1E582A6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3760276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7ED4A72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3F1CA1D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48796A8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74F8AA6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2AF6C0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1ECFD3DC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25FF62D0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517E7F68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7CEA9B4F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4F55206E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0FCA0A2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F567F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Moduli di distribuzione per impianti termici combinati 1A – 1B o equivalente.</w:t>
            </w:r>
          </w:p>
        </w:tc>
      </w:tr>
      <w:tr w:rsidR="006A3741" w:rsidRPr="00D5395B" w14:paraId="353C61B7" w14:textId="77777777" w:rsidTr="00EB510E">
        <w:tc>
          <w:tcPr>
            <w:tcW w:w="1208" w:type="dxa"/>
          </w:tcPr>
          <w:p w14:paraId="223367C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28151750</w:t>
            </w:r>
          </w:p>
        </w:tc>
        <w:tc>
          <w:tcPr>
            <w:tcW w:w="1867" w:type="dxa"/>
          </w:tcPr>
          <w:p w14:paraId="29204A6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termici combinati  </w:t>
            </w:r>
          </w:p>
          <w:p w14:paraId="56D4265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 – 2B</w:t>
            </w:r>
          </w:p>
        </w:tc>
        <w:tc>
          <w:tcPr>
            <w:tcW w:w="6525" w:type="dxa"/>
          </w:tcPr>
          <w:p w14:paraId="23CFC34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con 1 modulo di distribuzione ad alta temperatura e 2 moduli di distribuzione a bassa temperatura con valvola miscelatrice, pompa di circolazione e collettore aperto che consente la realizzazione di impianti a zone di alta e bassa temperatura.</w:t>
            </w:r>
          </w:p>
          <w:p w14:paraId="7483554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6C7B5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75C55328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2E14248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Collettori di distribuzione a bassa temperatura</w:t>
            </w:r>
          </w:p>
          <w:p w14:paraId="55CA711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Collettore di distribuzione ad alta temperatura</w:t>
            </w:r>
          </w:p>
          <w:p w14:paraId="52623B1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Valvole miscelatrici predisposte per teste termostatiche o servomotori</w:t>
            </w:r>
          </w:p>
          <w:p w14:paraId="1D823EE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Valvola di taratura e by-pass</w:t>
            </w:r>
          </w:p>
          <w:p w14:paraId="28B49B7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33BD9CE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Termometri di controllo </w:t>
            </w:r>
          </w:p>
          <w:p w14:paraId="0C39B80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2 Detentori di intercettazione </w:t>
            </w:r>
          </w:p>
          <w:p w14:paraId="1D563B3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Valvole manuali per sfogo aria</w:t>
            </w:r>
          </w:p>
          <w:p w14:paraId="102A6FD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107FA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tecnici:</w:t>
            </w:r>
          </w:p>
          <w:p w14:paraId="5EFE755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62E7BF7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6FA897DC" w14:textId="3F181422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31D6C12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16BC636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543E8B1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7E6B947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002AF379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0ACB077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29E9C43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08191005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44885430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3D1298C1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0D7B081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43F159D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1D10ECB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D551CB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Moduli di distribuzione per impianti termici combinati   1A – 2B o equivalente.</w:t>
            </w:r>
          </w:p>
        </w:tc>
      </w:tr>
      <w:tr w:rsidR="006A3741" w:rsidRPr="00D5395B" w14:paraId="51087FB3" w14:textId="77777777" w:rsidTr="00EB510E">
        <w:tc>
          <w:tcPr>
            <w:tcW w:w="1208" w:type="dxa"/>
          </w:tcPr>
          <w:p w14:paraId="687D884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28151752</w:t>
            </w:r>
          </w:p>
        </w:tc>
        <w:tc>
          <w:tcPr>
            <w:tcW w:w="1867" w:type="dxa"/>
          </w:tcPr>
          <w:p w14:paraId="32E169E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Moduli di distribuzione per impianti termici combinati </w:t>
            </w:r>
          </w:p>
          <w:p w14:paraId="0CA97F0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2A – 1B</w:t>
            </w:r>
          </w:p>
        </w:tc>
        <w:tc>
          <w:tcPr>
            <w:tcW w:w="6525" w:type="dxa"/>
          </w:tcPr>
          <w:p w14:paraId="5D7B899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Sistema di distribuzione modulare con 2 moduli di distribuzione ad alta temperatura e 1 modulo di distribuzione a bassa temperatura con valvola miscelatrice, pompa di circolazione e collettore aperto che consente la realizzazione di impianti a zone di alta e bassa temperatura.</w:t>
            </w:r>
          </w:p>
          <w:p w14:paraId="675A08F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417FFB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sistema è composto da:</w:t>
            </w:r>
          </w:p>
          <w:p w14:paraId="27BB057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</w:t>
            </w:r>
          </w:p>
          <w:p w14:paraId="4CCCD60F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Collettori di distribuzione a bassa temperatura</w:t>
            </w:r>
          </w:p>
          <w:p w14:paraId="693CC9A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 Collettore di distribuzione ad alta temperatura</w:t>
            </w:r>
          </w:p>
          <w:p w14:paraId="5C10DB1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Valvola miscelatrice predisposta per testa termostatica o servomotore</w:t>
            </w:r>
          </w:p>
          <w:p w14:paraId="0DB1EFE1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 Valvola di taratura e by-pass</w:t>
            </w:r>
          </w:p>
          <w:p w14:paraId="7E4C3B23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3 Circolatori elettrici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4D85BAF4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Termometri di controllo </w:t>
            </w:r>
          </w:p>
          <w:p w14:paraId="1E620B9E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1 Detentori di intercettazione </w:t>
            </w:r>
          </w:p>
          <w:p w14:paraId="3264723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Valvole manuali per sfogo aria</w:t>
            </w:r>
          </w:p>
          <w:p w14:paraId="527F265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EF8AF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B2DCA7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6AC7D20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0ED21F55" w14:textId="56399298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2E08B4D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1F0EF92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1C78D42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626F186E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5B092C5F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09F80E6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0C4C7F3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6DB97B55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7FBD4C9C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1C30E9B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1B82103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67B5749C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374761F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85D35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Moduli di distribuzione per impianti termici combinati  2A – 2B o equivalente.</w:t>
            </w:r>
          </w:p>
        </w:tc>
      </w:tr>
      <w:tr w:rsidR="006A3741" w:rsidRPr="00D5395B" w14:paraId="342A187D" w14:textId="77777777" w:rsidTr="00EB510E">
        <w:tc>
          <w:tcPr>
            <w:tcW w:w="1208" w:type="dxa"/>
          </w:tcPr>
          <w:p w14:paraId="4E17D57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28151730</w:t>
            </w:r>
          </w:p>
        </w:tc>
        <w:tc>
          <w:tcPr>
            <w:tcW w:w="1867" w:type="dxa"/>
          </w:tcPr>
          <w:p w14:paraId="0365DFA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singolo di distribuzione per alta temperatura con circolatore  </w:t>
            </w:r>
          </w:p>
          <w:p w14:paraId="7640ADF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</w:t>
            </w:r>
          </w:p>
        </w:tc>
        <w:tc>
          <w:tcPr>
            <w:tcW w:w="6525" w:type="dxa"/>
          </w:tcPr>
          <w:p w14:paraId="2A5F3A2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Modulo di distribuzione singolo con circolatore elettrico per impianti ad alta temperatura.</w:t>
            </w:r>
          </w:p>
          <w:p w14:paraId="22466DB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2EAE76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modulo è composto da</w:t>
            </w:r>
            <w:r w:rsidRPr="006A3741">
              <w:rPr>
                <w:rFonts w:ascii="Poppins" w:hAnsi="Poppins" w:cs="Poppins"/>
                <w:bCs/>
                <w:sz w:val="20"/>
              </w:rPr>
              <w:t>:</w:t>
            </w:r>
          </w:p>
          <w:p w14:paraId="08BB6A67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di distribuzione per alta temperatura</w:t>
            </w:r>
          </w:p>
          <w:p w14:paraId="18EDB60F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Circolatore elettrico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726E103D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 2 Termometri di controllo</w:t>
            </w:r>
          </w:p>
          <w:p w14:paraId="0371EAF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44FA5B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E95998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massima collettore di distribuzione: 90 °C</w:t>
            </w:r>
          </w:p>
          <w:p w14:paraId="0C308CEB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massima: 10 bar</w:t>
            </w:r>
          </w:p>
          <w:p w14:paraId="3D9ACCEB" w14:textId="6431A11E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76B41A0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76576365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118D066A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6A3BD990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151646FA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12AD9A3F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290329EC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796BFDB3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3EF0BA5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singolo di distribuzione per alta temperatura con circolatore  1A o equivalente.</w:t>
            </w:r>
          </w:p>
        </w:tc>
      </w:tr>
      <w:tr w:rsidR="006A3741" w:rsidRPr="00D5395B" w14:paraId="474AA00B" w14:textId="77777777" w:rsidTr="00EB510E">
        <w:tc>
          <w:tcPr>
            <w:tcW w:w="1208" w:type="dxa"/>
          </w:tcPr>
          <w:p w14:paraId="4DFA4EA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28151732</w:t>
            </w:r>
          </w:p>
        </w:tc>
        <w:tc>
          <w:tcPr>
            <w:tcW w:w="1867" w:type="dxa"/>
          </w:tcPr>
          <w:p w14:paraId="16A8FF7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singolo di distribuzione </w:t>
            </w: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 xml:space="preserve">per bassa temperatura con circolatore  </w:t>
            </w:r>
          </w:p>
          <w:p w14:paraId="6C5D500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1B</w:t>
            </w:r>
          </w:p>
        </w:tc>
        <w:tc>
          <w:tcPr>
            <w:tcW w:w="6525" w:type="dxa"/>
          </w:tcPr>
          <w:p w14:paraId="52D4B1B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Modulo di distribuzione singolo con circolatore elettrico per impianti a bassa temperatura.</w:t>
            </w:r>
          </w:p>
          <w:p w14:paraId="44B21C0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EA505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modulo è composto da</w:t>
            </w:r>
            <w:r w:rsidRPr="006A3741">
              <w:rPr>
                <w:rFonts w:ascii="Poppins" w:hAnsi="Poppins" w:cs="Poppins"/>
                <w:bCs/>
                <w:sz w:val="20"/>
              </w:rPr>
              <w:t>:</w:t>
            </w:r>
          </w:p>
          <w:p w14:paraId="5B19405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di distribuzione per bassa temperatura</w:t>
            </w:r>
          </w:p>
          <w:p w14:paraId="72C56978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Circolatore elettrico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Para 25/7</w:t>
            </w:r>
          </w:p>
          <w:p w14:paraId="1A6C1F13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 Termometro di controllo</w:t>
            </w:r>
          </w:p>
          <w:p w14:paraId="40F0E6C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4D1658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0320AEC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3AD9CFD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5106FEE3" w14:textId="74686227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146D228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39D1991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38EBB6B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45CE5C42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18B6238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1E7D937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28EF02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Dati tecnici Circolatore </w:t>
            </w:r>
            <w:proofErr w:type="spellStart"/>
            <w:r w:rsidRPr="006A3741">
              <w:rPr>
                <w:rFonts w:ascii="Poppins" w:hAnsi="Poppins" w:cs="Poppins"/>
                <w:b/>
                <w:bCs/>
                <w:sz w:val="20"/>
              </w:rPr>
              <w:t>Wilo</w:t>
            </w:r>
            <w:proofErr w:type="spellEnd"/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Para 25/7</w:t>
            </w:r>
          </w:p>
          <w:p w14:paraId="50A003A6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Prevalenza massima: 7,0 m</w:t>
            </w:r>
          </w:p>
          <w:p w14:paraId="25B8DE55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massima: 3,5 m</w:t>
            </w:r>
            <w:r w:rsidRPr="006A3741">
              <w:rPr>
                <w:rFonts w:ascii="Poppins" w:hAnsi="Poppins" w:cs="Poppins"/>
                <w:bCs/>
                <w:sz w:val="20"/>
                <w:vertAlign w:val="superscript"/>
              </w:rPr>
              <w:t>3</w:t>
            </w:r>
            <w:r w:rsidRPr="006A3741">
              <w:rPr>
                <w:rFonts w:ascii="Poppins" w:hAnsi="Poppins" w:cs="Poppins"/>
                <w:bCs/>
                <w:sz w:val="20"/>
              </w:rPr>
              <w:t>/h</w:t>
            </w:r>
          </w:p>
          <w:p w14:paraId="4036335A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Alimentazione: 1 ÷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, 50/60 Hz</w:t>
            </w:r>
          </w:p>
          <w:p w14:paraId="7A5CE0AE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Classe di protezione: IPX 4D, di isolamento F</w:t>
            </w:r>
          </w:p>
          <w:p w14:paraId="58245D02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assorbita da 1-230: 8.2÷50 W</w:t>
            </w:r>
          </w:p>
          <w:p w14:paraId="061101D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580BFC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singolo di distribuzione per bassa temperatura con circolatore  1B o equivalente.</w:t>
            </w:r>
          </w:p>
        </w:tc>
      </w:tr>
      <w:tr w:rsidR="006A3741" w:rsidRPr="00D5395B" w14:paraId="1B850750" w14:textId="77777777" w:rsidTr="00EB510E">
        <w:tc>
          <w:tcPr>
            <w:tcW w:w="1208" w:type="dxa"/>
          </w:tcPr>
          <w:p w14:paraId="14EAA2E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28151800</w:t>
            </w:r>
          </w:p>
        </w:tc>
        <w:tc>
          <w:tcPr>
            <w:tcW w:w="1867" w:type="dxa"/>
          </w:tcPr>
          <w:p w14:paraId="0878811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singolo di distribuzione per alta temperatura con predisposizione per circolatore  </w:t>
            </w:r>
          </w:p>
          <w:p w14:paraId="11FDFF6B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</w:t>
            </w:r>
          </w:p>
        </w:tc>
        <w:tc>
          <w:tcPr>
            <w:tcW w:w="6525" w:type="dxa"/>
          </w:tcPr>
          <w:p w14:paraId="583C6318" w14:textId="011607FD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Modulo di distribuzione singolo con predisposizione per circolatore per impianti a</w:t>
            </w:r>
            <w:r w:rsidR="001D2147">
              <w:rPr>
                <w:rFonts w:ascii="Poppins" w:hAnsi="Poppins" w:cs="Poppins"/>
                <w:bCs/>
                <w:sz w:val="20"/>
              </w:rPr>
              <w:t>d alta</w:t>
            </w:r>
            <w:r w:rsidRPr="006A3741">
              <w:rPr>
                <w:rFonts w:ascii="Poppins" w:hAnsi="Poppins" w:cs="Poppins"/>
                <w:bCs/>
                <w:sz w:val="20"/>
              </w:rPr>
              <w:t xml:space="preserve"> temperatura.</w:t>
            </w:r>
          </w:p>
          <w:p w14:paraId="1FB2648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C7CD4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modulo è composto da</w:t>
            </w:r>
            <w:r w:rsidRPr="006A3741">
              <w:rPr>
                <w:rFonts w:ascii="Poppins" w:hAnsi="Poppins" w:cs="Poppins"/>
                <w:bCs/>
                <w:sz w:val="20"/>
              </w:rPr>
              <w:t>:</w:t>
            </w:r>
          </w:p>
          <w:p w14:paraId="211B4A7B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di distribuzione per bassa temperatura</w:t>
            </w:r>
          </w:p>
          <w:p w14:paraId="2F0505CF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Termometro di controllo</w:t>
            </w:r>
          </w:p>
          <w:p w14:paraId="6EBCA7B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67B2FA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EE03CF0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0B8E952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77FD14CA" w14:textId="19415810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431393D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611BDF7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557FCA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Modulo singolo di distribuzione per alta temperatura con predisposizione per circolatore  1A o equivalente.</w:t>
            </w:r>
          </w:p>
        </w:tc>
      </w:tr>
      <w:tr w:rsidR="006A3741" w:rsidRPr="00D5395B" w14:paraId="0B807BB6" w14:textId="77777777" w:rsidTr="00EB510E">
        <w:tc>
          <w:tcPr>
            <w:tcW w:w="1208" w:type="dxa"/>
          </w:tcPr>
          <w:p w14:paraId="59763DB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28151804</w:t>
            </w:r>
          </w:p>
        </w:tc>
        <w:tc>
          <w:tcPr>
            <w:tcW w:w="1867" w:type="dxa"/>
          </w:tcPr>
          <w:p w14:paraId="282A4B0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Modulo singolo di distribuzione per bassa temperatura con predisposizione per circolatore  </w:t>
            </w:r>
          </w:p>
          <w:p w14:paraId="798E2D0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1B</w:t>
            </w:r>
          </w:p>
        </w:tc>
        <w:tc>
          <w:tcPr>
            <w:tcW w:w="6525" w:type="dxa"/>
          </w:tcPr>
          <w:p w14:paraId="5E634B2D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Modulo di distribuzione singolo con predisposizione per circolatore elettrico per impianti a bassa temperatura.</w:t>
            </w:r>
          </w:p>
          <w:p w14:paraId="2247D62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EEDFE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Il modulo è composto da</w:t>
            </w:r>
            <w:r w:rsidRPr="006A3741">
              <w:rPr>
                <w:rFonts w:ascii="Poppins" w:hAnsi="Poppins" w:cs="Poppins"/>
                <w:bCs/>
                <w:sz w:val="20"/>
              </w:rPr>
              <w:t>:</w:t>
            </w:r>
          </w:p>
          <w:p w14:paraId="3F112718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di distribuzione per bassa temperatura</w:t>
            </w:r>
          </w:p>
          <w:p w14:paraId="10158CB4" w14:textId="77777777" w:rsidR="006A3741" w:rsidRPr="006A3741" w:rsidRDefault="006A3741" w:rsidP="006A3741">
            <w:pPr>
              <w:pStyle w:val="Intestazione"/>
              <w:numPr>
                <w:ilvl w:val="0"/>
                <w:numId w:val="4"/>
              </w:numPr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Termometro di controllo</w:t>
            </w:r>
          </w:p>
          <w:p w14:paraId="25C385B9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8EDC3C0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7B89C6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max sul circuito primario: 90 °C</w:t>
            </w:r>
          </w:p>
          <w:p w14:paraId="02612F6D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Pressione max di esercizio: 10 bar</w:t>
            </w:r>
          </w:p>
          <w:p w14:paraId="65650871" w14:textId="6BA94659" w:rsidR="006A3741" w:rsidRPr="006A3741" w:rsidRDefault="009E691E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∆</w:t>
            </w:r>
            <w:proofErr w:type="spellStart"/>
            <w:r w:rsidR="006A3741" w:rsidRPr="006A3741">
              <w:rPr>
                <w:rFonts w:ascii="Poppins" w:hAnsi="Poppins" w:cs="Poppins"/>
                <w:bCs/>
                <w:sz w:val="20"/>
              </w:rPr>
              <w:t>p</w:t>
            </w:r>
            <w:r w:rsidR="006A3741" w:rsidRPr="006A3741">
              <w:rPr>
                <w:rFonts w:ascii="Poppins" w:hAnsi="Poppins" w:cs="Poppins"/>
                <w:bCs/>
                <w:sz w:val="20"/>
                <w:vertAlign w:val="subscript"/>
              </w:rPr>
              <w:t>max</w:t>
            </w:r>
            <w:proofErr w:type="spellEnd"/>
            <w:r w:rsidR="006A3741" w:rsidRPr="006A3741">
              <w:rPr>
                <w:rFonts w:ascii="Poppins" w:hAnsi="Poppins" w:cs="Poppins"/>
                <w:bCs/>
                <w:sz w:val="20"/>
              </w:rPr>
              <w:t xml:space="preserve"> sul circuito primario: 1 bar</w:t>
            </w:r>
          </w:p>
          <w:p w14:paraId="7001B87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Potenza termica scambiabile (∆T 7 °C, ∆p utile 0,25 bar)</w:t>
            </w:r>
          </w:p>
          <w:p w14:paraId="0D0E5672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regolazione punto fisso: 10kW by-pass pos.0</w:t>
            </w:r>
          </w:p>
          <w:p w14:paraId="7A17034A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regolazione punto fisso: 12.5 kW by-pass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pos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 5</w:t>
            </w:r>
          </w:p>
          <w:p w14:paraId="5FE630B5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Perdite di carico valvola miscelatrice: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3</w:t>
            </w:r>
          </w:p>
          <w:p w14:paraId="1CE76F4A" w14:textId="77777777" w:rsidR="006A3741" w:rsidRPr="006A3741" w:rsidRDefault="006A3741" w:rsidP="006A3741">
            <w:pPr>
              <w:pStyle w:val="Intestazione"/>
              <w:numPr>
                <w:ilvl w:val="0"/>
                <w:numId w:val="5"/>
              </w:numPr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Kv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con valvola by-pass posizione aperta: max 4.8</w:t>
            </w:r>
          </w:p>
          <w:p w14:paraId="75A5340F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</w:p>
          <w:p w14:paraId="5DCB1CE8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ind w:left="720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5420DB0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Modulo singolo di distribuzione per bassa temperatura con circolatore  1B o equivalente.</w:t>
            </w:r>
          </w:p>
        </w:tc>
      </w:tr>
      <w:tr w:rsidR="006A3741" w:rsidRPr="00D5395B" w14:paraId="0900C81B" w14:textId="77777777" w:rsidTr="00EB510E">
        <w:tc>
          <w:tcPr>
            <w:tcW w:w="1208" w:type="dxa"/>
          </w:tcPr>
          <w:p w14:paraId="5B169D81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01306190</w:t>
            </w:r>
          </w:p>
        </w:tc>
        <w:tc>
          <w:tcPr>
            <w:tcW w:w="1867" w:type="dxa"/>
          </w:tcPr>
          <w:p w14:paraId="0DA53409" w14:textId="3B5C3E6F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Kit valvole a squadra</w:t>
            </w:r>
            <w:r w:rsidR="001A12AC">
              <w:rPr>
                <w:rFonts w:ascii="Poppins" w:hAnsi="Poppins" w:cs="Poppins"/>
                <w:bCs/>
                <w:sz w:val="20"/>
              </w:rPr>
              <w:t xml:space="preserve"> 1”</w:t>
            </w:r>
          </w:p>
        </w:tc>
        <w:tc>
          <w:tcPr>
            <w:tcW w:w="6525" w:type="dxa"/>
          </w:tcPr>
          <w:p w14:paraId="15C9EC67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Kit valvole a squadra per Modular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Firstbox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>.</w:t>
            </w:r>
          </w:p>
          <w:p w14:paraId="7E7EE88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Misura: 1”</w:t>
            </w:r>
          </w:p>
          <w:p w14:paraId="65AC982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56FBA6" w14:textId="2F6EC67D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Kit valvole a squadra</w:t>
            </w:r>
            <w:r w:rsidR="00073FC0">
              <w:rPr>
                <w:rFonts w:ascii="Poppins" w:hAnsi="Poppins" w:cs="Poppins"/>
                <w:b/>
                <w:bCs/>
                <w:sz w:val="20"/>
              </w:rPr>
              <w:t xml:space="preserve"> 1”</w:t>
            </w: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6A3741" w:rsidRPr="00D5395B" w14:paraId="6D01A922" w14:textId="77777777" w:rsidTr="00EB510E">
        <w:tc>
          <w:tcPr>
            <w:tcW w:w="1208" w:type="dxa"/>
          </w:tcPr>
          <w:p w14:paraId="7E095B2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28151048</w:t>
            </w:r>
          </w:p>
        </w:tc>
        <w:tc>
          <w:tcPr>
            <w:tcW w:w="1867" w:type="dxa"/>
          </w:tcPr>
          <w:p w14:paraId="47FA8224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 2+2</w:t>
            </w:r>
          </w:p>
        </w:tc>
        <w:tc>
          <w:tcPr>
            <w:tcW w:w="6525" w:type="dxa"/>
          </w:tcPr>
          <w:p w14:paraId="705F87E6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Collettore aperto 2+2 per Modular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Firstbox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completo di 2 bocchettoni di giunzione 1” M – 1”1/4 F.</w:t>
            </w:r>
          </w:p>
          <w:p w14:paraId="1BED872E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Misura: 2”1/2</w:t>
            </w:r>
          </w:p>
          <w:p w14:paraId="0267B6A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FD7987C" w14:textId="77777777" w:rsidR="006A3741" w:rsidRPr="006A3741" w:rsidRDefault="006A3741" w:rsidP="006A374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Collettore aperto 2+2  o equivalente.</w:t>
            </w:r>
          </w:p>
        </w:tc>
      </w:tr>
      <w:tr w:rsidR="000A2C37" w:rsidRPr="00D5395B" w14:paraId="18DCFA87" w14:textId="77777777" w:rsidTr="00EB510E">
        <w:tc>
          <w:tcPr>
            <w:tcW w:w="1208" w:type="dxa"/>
          </w:tcPr>
          <w:p w14:paraId="6ADE5079" w14:textId="161BAA66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281511</w:t>
            </w:r>
            <w:r>
              <w:rPr>
                <w:rFonts w:ascii="Poppins" w:hAnsi="Poppins" w:cs="Poppins"/>
                <w:bCs/>
                <w:sz w:val="20"/>
              </w:rPr>
              <w:t>40</w:t>
            </w:r>
          </w:p>
        </w:tc>
        <w:tc>
          <w:tcPr>
            <w:tcW w:w="1867" w:type="dxa"/>
          </w:tcPr>
          <w:p w14:paraId="6DC20F8A" w14:textId="2C05C8A3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Collettore aperto 4+2</w:t>
            </w:r>
          </w:p>
        </w:tc>
        <w:tc>
          <w:tcPr>
            <w:tcW w:w="6525" w:type="dxa"/>
          </w:tcPr>
          <w:p w14:paraId="74EECDB6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Collettore aperto 24+2 per Modular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Firstbox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completo di 2 bocchettoni di giunzione 1” M – 1”1/4 F.</w:t>
            </w:r>
          </w:p>
          <w:p w14:paraId="0856AE51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Misura: 2”1/2</w:t>
            </w:r>
          </w:p>
          <w:p w14:paraId="0069FBD2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DB1C64" w14:textId="7CEE6913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Collettore aperto 4+2  o equivalente.</w:t>
            </w:r>
          </w:p>
        </w:tc>
      </w:tr>
      <w:tr w:rsidR="000A2C37" w:rsidRPr="00D5395B" w14:paraId="133E791E" w14:textId="77777777" w:rsidTr="00EB510E">
        <w:tc>
          <w:tcPr>
            <w:tcW w:w="1208" w:type="dxa"/>
          </w:tcPr>
          <w:p w14:paraId="04F99194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01301240</w:t>
            </w:r>
          </w:p>
        </w:tc>
        <w:tc>
          <w:tcPr>
            <w:tcW w:w="1867" w:type="dxa"/>
          </w:tcPr>
          <w:p w14:paraId="755290C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Coppia di bocchettoni</w:t>
            </w:r>
          </w:p>
        </w:tc>
        <w:tc>
          <w:tcPr>
            <w:tcW w:w="6525" w:type="dxa"/>
          </w:tcPr>
          <w:p w14:paraId="7B896DC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Coppia di bocchettoni per giunzioni moduli.</w:t>
            </w:r>
          </w:p>
          <w:p w14:paraId="624611D6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Misura: M 1 “– f 1”1/4</w:t>
            </w:r>
          </w:p>
          <w:p w14:paraId="352719C8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814DBB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Coppia di bocchettoni o equivalente.</w:t>
            </w:r>
          </w:p>
        </w:tc>
      </w:tr>
      <w:tr w:rsidR="000A2C37" w:rsidRPr="00D5395B" w14:paraId="484A3571" w14:textId="77777777" w:rsidTr="00EB510E">
        <w:tc>
          <w:tcPr>
            <w:tcW w:w="1208" w:type="dxa"/>
          </w:tcPr>
          <w:p w14:paraId="5EB921C1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90004830</w:t>
            </w:r>
          </w:p>
        </w:tc>
        <w:tc>
          <w:tcPr>
            <w:tcW w:w="1867" w:type="dxa"/>
          </w:tcPr>
          <w:p w14:paraId="7F50C93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Tappo cieco nichelato </w:t>
            </w:r>
          </w:p>
        </w:tc>
        <w:tc>
          <w:tcPr>
            <w:tcW w:w="6525" w:type="dxa"/>
          </w:tcPr>
          <w:p w14:paraId="59455173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Tappo cieco nichelato.</w:t>
            </w:r>
          </w:p>
          <w:p w14:paraId="5352816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Misura: 1”M</w:t>
            </w:r>
          </w:p>
          <w:p w14:paraId="1F3BBB24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18722A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Tappo cieco nichelato o equivalente.</w:t>
            </w:r>
          </w:p>
        </w:tc>
      </w:tr>
      <w:tr w:rsidR="000A2C37" w:rsidRPr="00D5395B" w14:paraId="59A401A3" w14:textId="77777777" w:rsidTr="00EB510E">
        <w:tc>
          <w:tcPr>
            <w:tcW w:w="1208" w:type="dxa"/>
          </w:tcPr>
          <w:p w14:paraId="61F10DC9" w14:textId="285DB181" w:rsidR="000A2C37" w:rsidRPr="00501AEF" w:rsidRDefault="00501AEF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501AEF">
              <w:rPr>
                <w:rFonts w:ascii="Poppins" w:hAnsi="Poppins" w:cs="Poppins"/>
                <w:bCs/>
                <w:sz w:val="20"/>
              </w:rPr>
              <w:t>01307010</w:t>
            </w:r>
          </w:p>
        </w:tc>
        <w:tc>
          <w:tcPr>
            <w:tcW w:w="1867" w:type="dxa"/>
          </w:tcPr>
          <w:p w14:paraId="77AABAC6" w14:textId="7915A54A" w:rsidR="000A2C37" w:rsidRPr="00501AEF" w:rsidRDefault="00501AEF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501AEF">
              <w:rPr>
                <w:rFonts w:ascii="Poppins" w:hAnsi="Poppins" w:cs="Poppins"/>
                <w:bCs/>
                <w:sz w:val="20"/>
              </w:rPr>
              <w:t>Kit terminale con by-pass per collettori in acciaio e ottone 1"</w:t>
            </w:r>
          </w:p>
        </w:tc>
        <w:tc>
          <w:tcPr>
            <w:tcW w:w="6525" w:type="dxa"/>
          </w:tcPr>
          <w:p w14:paraId="41CB776E" w14:textId="7893817F" w:rsidR="00501AEF" w:rsidRPr="00501AEF" w:rsidRDefault="00501AEF" w:rsidP="00501AE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501AEF">
              <w:rPr>
                <w:rFonts w:ascii="Poppins" w:hAnsi="Poppins" w:cs="Poppins"/>
                <w:bCs/>
                <w:sz w:val="20"/>
              </w:rPr>
              <w:t>Kit terminale con by-pass per collettori in acciaio e ottone per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501AEF">
              <w:rPr>
                <w:rFonts w:ascii="Poppins" w:hAnsi="Poppins" w:cs="Poppins"/>
                <w:bCs/>
                <w:sz w:val="20"/>
              </w:rPr>
              <w:t>collettori da 1".</w:t>
            </w:r>
          </w:p>
          <w:p w14:paraId="35B17E85" w14:textId="77777777" w:rsidR="00501AEF" w:rsidRPr="00501AEF" w:rsidRDefault="00501AEF" w:rsidP="00501AE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4F79B2" w14:textId="77777777" w:rsidR="00501AEF" w:rsidRPr="00501AEF" w:rsidRDefault="00501AEF" w:rsidP="00501AEF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501AE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4FCA983" w14:textId="0E9250A3" w:rsidR="00501AEF" w:rsidRPr="00501AEF" w:rsidRDefault="00501AEF" w:rsidP="00501AEF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01AEF">
              <w:rPr>
                <w:rFonts w:ascii="Poppins" w:hAnsi="Poppins" w:cs="Poppins"/>
                <w:bCs/>
                <w:sz w:val="20"/>
              </w:rPr>
              <w:t>Temperatura massima di esercizio: 110°C</w:t>
            </w:r>
          </w:p>
          <w:p w14:paraId="6BFFC634" w14:textId="1E2C271A" w:rsidR="00501AEF" w:rsidRPr="00501AEF" w:rsidRDefault="00501AEF" w:rsidP="00501AEF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501AEF">
              <w:rPr>
                <w:rFonts w:ascii="Poppins" w:hAnsi="Poppins" w:cs="Poppins"/>
                <w:bCs/>
                <w:sz w:val="20"/>
              </w:rPr>
              <w:t>Pressione massima di esercizio: 6 bar</w:t>
            </w:r>
          </w:p>
          <w:p w14:paraId="4E639AE5" w14:textId="77777777" w:rsidR="00501AEF" w:rsidRPr="00501AEF" w:rsidRDefault="00501AEF" w:rsidP="00501AE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CC6DFB" w14:textId="319BE71B" w:rsidR="000A2C37" w:rsidRPr="00501AEF" w:rsidRDefault="00501AEF" w:rsidP="00501AEF">
            <w:pPr>
              <w:pStyle w:val="Intestazione"/>
              <w:jc w:val="both"/>
              <w:rPr>
                <w:rFonts w:ascii="Poppins" w:hAnsi="Poppins" w:cs="Poppins"/>
                <w:b/>
                <w:sz w:val="20"/>
                <w:highlight w:val="yellow"/>
              </w:rPr>
            </w:pPr>
            <w:r w:rsidRPr="00501AEF">
              <w:rPr>
                <w:rFonts w:ascii="Poppins" w:hAnsi="Poppins" w:cs="Poppins"/>
                <w:b/>
                <w:sz w:val="20"/>
              </w:rPr>
              <w:t>Marca Emmeti – Modello Kit terminale con by-pass per collettori in</w:t>
            </w:r>
            <w:r w:rsidRPr="00501AE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01AEF">
              <w:rPr>
                <w:rFonts w:ascii="Poppins" w:hAnsi="Poppins" w:cs="Poppins"/>
                <w:b/>
                <w:sz w:val="20"/>
              </w:rPr>
              <w:t>acciaio e ottone 1" o equivalente.</w:t>
            </w:r>
          </w:p>
        </w:tc>
      </w:tr>
      <w:tr w:rsidR="000A2C37" w:rsidRPr="00D5395B" w14:paraId="7149F5F4" w14:textId="77777777" w:rsidTr="00EB510E">
        <w:tc>
          <w:tcPr>
            <w:tcW w:w="1208" w:type="dxa"/>
          </w:tcPr>
          <w:p w14:paraId="2BF4DF66" w14:textId="2B6FD9D8" w:rsidR="000A2C37" w:rsidRPr="00501AEF" w:rsidRDefault="006D28BF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6D28BF">
              <w:rPr>
                <w:rFonts w:ascii="Poppins" w:hAnsi="Poppins" w:cs="Poppins"/>
                <w:bCs/>
                <w:sz w:val="20"/>
              </w:rPr>
              <w:t>01307012</w:t>
            </w:r>
          </w:p>
        </w:tc>
        <w:tc>
          <w:tcPr>
            <w:tcW w:w="1867" w:type="dxa"/>
          </w:tcPr>
          <w:p w14:paraId="6C2B23A5" w14:textId="0B8759C2" w:rsidR="000A2C37" w:rsidRPr="00501AEF" w:rsidRDefault="006D28BF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6D28BF">
              <w:rPr>
                <w:rFonts w:ascii="Poppins" w:hAnsi="Poppins" w:cs="Poppins"/>
                <w:bCs/>
                <w:sz w:val="20"/>
              </w:rPr>
              <w:t>Kit terminale con by-pass per collettori in acciaio e ottone 1"1/4</w:t>
            </w:r>
          </w:p>
        </w:tc>
        <w:tc>
          <w:tcPr>
            <w:tcW w:w="6525" w:type="dxa"/>
          </w:tcPr>
          <w:p w14:paraId="10087675" w14:textId="3C3C52F7" w:rsidR="006D28BF" w:rsidRPr="006D28BF" w:rsidRDefault="006D28BF" w:rsidP="006D28B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  <w:r w:rsidRPr="006D28BF">
              <w:rPr>
                <w:rFonts w:ascii="Poppins" w:hAnsi="Poppins" w:cs="Poppins"/>
                <w:bCs/>
                <w:sz w:val="20"/>
              </w:rPr>
              <w:t>Kit terminale con by-pass per collettori in acciaio e ottone per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D28BF">
              <w:rPr>
                <w:rFonts w:ascii="Poppins" w:hAnsi="Poppins" w:cs="Poppins"/>
                <w:bCs/>
                <w:sz w:val="20"/>
              </w:rPr>
              <w:t>collettori da 1"1/4.</w:t>
            </w:r>
          </w:p>
          <w:p w14:paraId="2FB52B37" w14:textId="77777777" w:rsidR="006D28BF" w:rsidRPr="006D28BF" w:rsidRDefault="006D28BF" w:rsidP="006D28B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47A61C" w14:textId="77777777" w:rsidR="006D28BF" w:rsidRPr="006D28BF" w:rsidRDefault="006D28BF" w:rsidP="006D28BF">
            <w:pPr>
              <w:pStyle w:val="Intestazione"/>
              <w:jc w:val="both"/>
              <w:rPr>
                <w:rFonts w:ascii="Poppins" w:hAnsi="Poppins" w:cs="Poppins"/>
                <w:b/>
                <w:sz w:val="20"/>
              </w:rPr>
            </w:pPr>
            <w:r w:rsidRPr="006D28BF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BBC64CD" w14:textId="16D645C5" w:rsidR="006D28BF" w:rsidRPr="006D28BF" w:rsidRDefault="006D28BF" w:rsidP="006D28BF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D28BF">
              <w:rPr>
                <w:rFonts w:ascii="Poppins" w:hAnsi="Poppins" w:cs="Poppins"/>
                <w:bCs/>
                <w:sz w:val="20"/>
              </w:rPr>
              <w:t>Temperatura massima di esercizio: 110°C</w:t>
            </w:r>
          </w:p>
          <w:p w14:paraId="6573E423" w14:textId="353F5D26" w:rsidR="006D28BF" w:rsidRPr="006D28BF" w:rsidRDefault="006D28BF" w:rsidP="006D28BF">
            <w:pPr>
              <w:pStyle w:val="Intestazione"/>
              <w:numPr>
                <w:ilvl w:val="0"/>
                <w:numId w:val="5"/>
              </w:numPr>
              <w:jc w:val="both"/>
              <w:rPr>
                <w:rFonts w:ascii="Poppins" w:hAnsi="Poppins" w:cs="Poppins"/>
                <w:bCs/>
                <w:sz w:val="20"/>
              </w:rPr>
            </w:pPr>
            <w:r w:rsidRPr="006D28BF">
              <w:rPr>
                <w:rFonts w:ascii="Poppins" w:hAnsi="Poppins" w:cs="Poppins"/>
                <w:bCs/>
                <w:sz w:val="20"/>
              </w:rPr>
              <w:t>Pressione massima di esercizio: 6 bar</w:t>
            </w:r>
          </w:p>
          <w:p w14:paraId="2A04007D" w14:textId="77777777" w:rsidR="006D28BF" w:rsidRPr="006D28BF" w:rsidRDefault="006D28BF" w:rsidP="006D28BF">
            <w:pPr>
              <w:pStyle w:val="Intestazione"/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E0357BE" w14:textId="79C36897" w:rsidR="000A2C37" w:rsidRPr="006D28BF" w:rsidRDefault="006D28BF" w:rsidP="006D28BF">
            <w:pPr>
              <w:pStyle w:val="Intestazione"/>
              <w:jc w:val="both"/>
              <w:rPr>
                <w:rFonts w:ascii="Poppins" w:hAnsi="Poppins" w:cs="Poppins"/>
                <w:b/>
                <w:sz w:val="20"/>
                <w:highlight w:val="yellow"/>
              </w:rPr>
            </w:pPr>
            <w:r w:rsidRPr="006D28BF">
              <w:rPr>
                <w:rFonts w:ascii="Poppins" w:hAnsi="Poppins" w:cs="Poppins"/>
                <w:b/>
                <w:sz w:val="20"/>
              </w:rPr>
              <w:t>Marca Emmeti – Modello Kit terminale con by-pass per collettori in</w:t>
            </w:r>
            <w:r w:rsidRPr="006D28BF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6D28BF">
              <w:rPr>
                <w:rFonts w:ascii="Poppins" w:hAnsi="Poppins" w:cs="Poppins"/>
                <w:b/>
                <w:sz w:val="20"/>
              </w:rPr>
              <w:t>acciaio e ottone 1"1/4 o equivalente.</w:t>
            </w:r>
          </w:p>
        </w:tc>
      </w:tr>
      <w:tr w:rsidR="000A2C37" w:rsidRPr="00D5395B" w14:paraId="029B667C" w14:textId="77777777" w:rsidTr="00EB510E">
        <w:tc>
          <w:tcPr>
            <w:tcW w:w="1208" w:type="dxa"/>
          </w:tcPr>
          <w:p w14:paraId="03DFA0B0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01306566</w:t>
            </w:r>
          </w:p>
        </w:tc>
        <w:tc>
          <w:tcPr>
            <w:tcW w:w="1867" w:type="dxa"/>
          </w:tcPr>
          <w:p w14:paraId="35242494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Guscio isolante per moduli di distribuzione alta temperatura </w:t>
            </w:r>
          </w:p>
          <w:p w14:paraId="469C14C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1A</w:t>
            </w:r>
          </w:p>
        </w:tc>
        <w:tc>
          <w:tcPr>
            <w:tcW w:w="6525" w:type="dxa"/>
          </w:tcPr>
          <w:p w14:paraId="6CD646BF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Guscio isolante in polietilene espanso reticolato a cellule chiuse per moduli di distribuzione alta temperatura.</w:t>
            </w:r>
          </w:p>
          <w:p w14:paraId="73650485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56B5B54" w14:textId="650099FD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Guscio isolante per moduli di distribuzione alta temperatura 1A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0A2C37" w:rsidRPr="00D5395B" w14:paraId="6B5908F5" w14:textId="77777777" w:rsidTr="00EB510E">
        <w:tc>
          <w:tcPr>
            <w:tcW w:w="1208" w:type="dxa"/>
          </w:tcPr>
          <w:p w14:paraId="1EB742A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01306568</w:t>
            </w:r>
          </w:p>
        </w:tc>
        <w:tc>
          <w:tcPr>
            <w:tcW w:w="1867" w:type="dxa"/>
          </w:tcPr>
          <w:p w14:paraId="7785669F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Guscio isolante per moduli di distribuzione bassa temperatura</w:t>
            </w:r>
          </w:p>
          <w:p w14:paraId="53BEE410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1B</w:t>
            </w:r>
          </w:p>
        </w:tc>
        <w:tc>
          <w:tcPr>
            <w:tcW w:w="6525" w:type="dxa"/>
          </w:tcPr>
          <w:p w14:paraId="5D400ED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Guscio isolante in polietilene espanso reticolato a cellule chiuse per moduli di distribuzione a bassa temperatura.</w:t>
            </w:r>
          </w:p>
          <w:p w14:paraId="7D86C79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6A4CCFE" w14:textId="7EBB200C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Guscio isolante per moduli di distribuzione bassa temperatura 1B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0A2C37" w:rsidRPr="00D5395B" w14:paraId="4F0F30FB" w14:textId="77777777" w:rsidTr="00EB510E">
        <w:tc>
          <w:tcPr>
            <w:tcW w:w="1208" w:type="dxa"/>
          </w:tcPr>
          <w:p w14:paraId="51B9934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01306564</w:t>
            </w:r>
          </w:p>
        </w:tc>
        <w:tc>
          <w:tcPr>
            <w:tcW w:w="1867" w:type="dxa"/>
          </w:tcPr>
          <w:p w14:paraId="57547A7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Guscio isolante per </w:t>
            </w:r>
          </w:p>
          <w:p w14:paraId="5EEBE9DF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collettore aperto </w:t>
            </w:r>
          </w:p>
        </w:tc>
        <w:tc>
          <w:tcPr>
            <w:tcW w:w="6525" w:type="dxa"/>
          </w:tcPr>
          <w:p w14:paraId="1B77EF66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Guscio isolante in polietilene espanso reticolato a cellule chiuse per collettore aperto 2+2</w:t>
            </w:r>
          </w:p>
          <w:p w14:paraId="0AA1B6F3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8F44BDC" w14:textId="08CC7B1F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Marca Emmeti – Modello Guscio isolante per collettore aperto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0A2C37" w:rsidRPr="00D5395B" w14:paraId="048D810E" w14:textId="77777777" w:rsidTr="00EB510E">
        <w:tc>
          <w:tcPr>
            <w:tcW w:w="1208" w:type="dxa"/>
          </w:tcPr>
          <w:p w14:paraId="14D6E2F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90046750</w:t>
            </w:r>
          </w:p>
        </w:tc>
        <w:tc>
          <w:tcPr>
            <w:tcW w:w="1867" w:type="dxa"/>
          </w:tcPr>
          <w:p w14:paraId="12CE69D7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Testa Termostatica con sonda ad immersione </w:t>
            </w:r>
          </w:p>
        </w:tc>
        <w:tc>
          <w:tcPr>
            <w:tcW w:w="6525" w:type="dxa"/>
          </w:tcPr>
          <w:p w14:paraId="13BF087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Testa Termostatica con sonda ad immersione per la regolazione a punto fisso.</w:t>
            </w:r>
          </w:p>
          <w:p w14:paraId="22B583C5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Campo di regolazione: 20 ÷ 65 °C</w:t>
            </w:r>
          </w:p>
          <w:p w14:paraId="288CE6AC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 attacco filettato: M30x1.5</w:t>
            </w:r>
          </w:p>
          <w:p w14:paraId="407A209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841EF7E" w14:textId="5A102C1C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6A3741">
              <w:rPr>
                <w:rFonts w:ascii="Poppins" w:hAnsi="Poppins" w:cs="Poppins"/>
                <w:b/>
                <w:sz w:val="20"/>
              </w:rPr>
              <w:t xml:space="preserve"> – Modello Testa Termostatica con sonda ad immersione o equivalente.</w:t>
            </w:r>
          </w:p>
        </w:tc>
      </w:tr>
      <w:tr w:rsidR="000A2C37" w:rsidRPr="00D5395B" w14:paraId="13D66766" w14:textId="77777777" w:rsidTr="00EB510E">
        <w:tc>
          <w:tcPr>
            <w:tcW w:w="1208" w:type="dxa"/>
          </w:tcPr>
          <w:p w14:paraId="439CA61D" w14:textId="1DABAA3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2815721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1867" w:type="dxa"/>
          </w:tcPr>
          <w:p w14:paraId="6B9D90E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Servomotore elettrico a 3 punti</w:t>
            </w:r>
          </w:p>
        </w:tc>
        <w:tc>
          <w:tcPr>
            <w:tcW w:w="6525" w:type="dxa"/>
          </w:tcPr>
          <w:p w14:paraId="16CDF7F8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Servomotore elettrico a 3 punti.</w:t>
            </w:r>
          </w:p>
          <w:p w14:paraId="76AEA228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48FDA2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DB113A9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Tipo di azionamento: controllo a 3 posizioni</w:t>
            </w:r>
          </w:p>
          <w:p w14:paraId="4D4C2026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Tensione nominale: 230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Vac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(± 15%)</w:t>
            </w:r>
          </w:p>
          <w:p w14:paraId="7C7A1EE7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Frequenza nominale: 50/60 Hz</w:t>
            </w:r>
          </w:p>
          <w:p w14:paraId="74008099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Consumo massimo: 6 VA</w:t>
            </w:r>
          </w:p>
          <w:p w14:paraId="52525103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ambiente ammessa: 0 ÷ 55 °C</w:t>
            </w:r>
          </w:p>
          <w:p w14:paraId="3AFABB6E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massima del fluido ammessa: 110 °C</w:t>
            </w:r>
          </w:p>
          <w:p w14:paraId="3FF52E8C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Corsa nominale: 2,5 mm (massima 5.5 mm)</w:t>
            </w:r>
          </w:p>
          <w:p w14:paraId="3C07848E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Tempo di corsa: 150 s</w:t>
            </w:r>
          </w:p>
          <w:p w14:paraId="0775114F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Forza nominale: 100 N</w:t>
            </w:r>
          </w:p>
          <w:p w14:paraId="3125AF62" w14:textId="2FA8B4FB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Grado di protezione: IP40 sec. EN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A3741">
              <w:rPr>
                <w:rFonts w:ascii="Poppins" w:hAnsi="Poppins" w:cs="Poppins"/>
                <w:bCs/>
                <w:sz w:val="20"/>
              </w:rPr>
              <w:t>60529</w:t>
            </w:r>
          </w:p>
          <w:p w14:paraId="0DC61879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Classe di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isolamento:II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sec. EN 60730</w:t>
            </w:r>
          </w:p>
          <w:p w14:paraId="03A59395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 attacco filettato: M30x1,5</w:t>
            </w:r>
          </w:p>
          <w:p w14:paraId="021B6265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F9A770F" w14:textId="7565B38A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6A3741">
              <w:rPr>
                <w:rFonts w:ascii="Poppins" w:hAnsi="Poppins" w:cs="Poppins"/>
                <w:b/>
                <w:sz w:val="20"/>
              </w:rPr>
              <w:t xml:space="preserve"> – Modello Servomotore elettrico a 3 punti o equivalente.</w:t>
            </w:r>
          </w:p>
        </w:tc>
      </w:tr>
      <w:tr w:rsidR="000A2C37" w:rsidRPr="00D5395B" w14:paraId="07B32E10" w14:textId="77777777" w:rsidTr="00EB510E">
        <w:tc>
          <w:tcPr>
            <w:tcW w:w="1208" w:type="dxa"/>
          </w:tcPr>
          <w:p w14:paraId="234982A8" w14:textId="34D32A22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2815722</w:t>
            </w:r>
            <w:r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1867" w:type="dxa"/>
          </w:tcPr>
          <w:p w14:paraId="56262F43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Servomotore elettrico 0-10 V</w:t>
            </w:r>
          </w:p>
        </w:tc>
        <w:tc>
          <w:tcPr>
            <w:tcW w:w="6525" w:type="dxa"/>
          </w:tcPr>
          <w:p w14:paraId="11EFFB14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Servomotore elettrico 0-10 V.</w:t>
            </w:r>
          </w:p>
          <w:p w14:paraId="3E7FEAA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5A184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7634A0B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Tipo di azionamento: 0*10 V DC</w:t>
            </w:r>
          </w:p>
          <w:p w14:paraId="771C5C70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Tensione nominale: AC/DC 24 V (± 20% / ± 25%)</w:t>
            </w:r>
          </w:p>
          <w:p w14:paraId="161329BA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Frequenza nominale: 50/60 Hz</w:t>
            </w:r>
          </w:p>
          <w:p w14:paraId="783493EB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Consumo massimo: 2 VA</w:t>
            </w:r>
          </w:p>
          <w:p w14:paraId="141B85ED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ambiente ammessa: 1 ÷ 50 °C</w:t>
            </w:r>
          </w:p>
          <w:p w14:paraId="7EED89C5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Temperatura massima del fluido ammessa: 110 °C</w:t>
            </w:r>
          </w:p>
          <w:p w14:paraId="79CB3F00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Corsa nominale: 2,5 mm (massima 5.5 mm)</w:t>
            </w:r>
          </w:p>
          <w:p w14:paraId="053CEDB2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Tempo di corsa: 150 s</w:t>
            </w:r>
          </w:p>
          <w:p w14:paraId="0D778189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Forza nominale: 100 N</w:t>
            </w:r>
          </w:p>
          <w:p w14:paraId="3CB11D44" w14:textId="5D969F2B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Grado di protezione: IP40 sec. EN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A3741">
              <w:rPr>
                <w:rFonts w:ascii="Poppins" w:hAnsi="Poppins" w:cs="Poppins"/>
                <w:bCs/>
                <w:sz w:val="20"/>
              </w:rPr>
              <w:t>60529</w:t>
            </w:r>
          </w:p>
          <w:p w14:paraId="71BC91E4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 xml:space="preserve">Classe di </w:t>
            </w:r>
            <w:proofErr w:type="spellStart"/>
            <w:r w:rsidRPr="006A3741">
              <w:rPr>
                <w:rFonts w:ascii="Poppins" w:hAnsi="Poppins" w:cs="Poppins"/>
                <w:bCs/>
                <w:sz w:val="20"/>
              </w:rPr>
              <w:t>isolamento:II</w:t>
            </w:r>
            <w:proofErr w:type="spellEnd"/>
            <w:r w:rsidRPr="006A3741">
              <w:rPr>
                <w:rFonts w:ascii="Poppins" w:hAnsi="Poppins" w:cs="Poppins"/>
                <w:bCs/>
                <w:sz w:val="20"/>
              </w:rPr>
              <w:t xml:space="preserve"> sec. EN 60730</w:t>
            </w:r>
          </w:p>
          <w:p w14:paraId="6A35D003" w14:textId="77777777" w:rsidR="000A2C37" w:rsidRPr="006A3741" w:rsidRDefault="000A2C37" w:rsidP="000A2C37">
            <w:pPr>
              <w:pStyle w:val="Intestazione"/>
              <w:numPr>
                <w:ilvl w:val="0"/>
                <w:numId w:val="6"/>
              </w:numPr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Misura attacco filettato: M30x1,5</w:t>
            </w:r>
          </w:p>
          <w:p w14:paraId="2D79EA6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922D0DB" w14:textId="4566D333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  <w:tab w:val="left" w:pos="330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6A3741">
              <w:rPr>
                <w:rFonts w:ascii="Poppins" w:hAnsi="Poppins" w:cs="Poppins"/>
                <w:b/>
                <w:sz w:val="20"/>
              </w:rPr>
              <w:t xml:space="preserve"> – Modello Servomotore elettrico 0-10 V o equivalente.</w:t>
            </w:r>
          </w:p>
        </w:tc>
      </w:tr>
      <w:tr w:rsidR="000A2C37" w:rsidRPr="00D5395B" w14:paraId="5FD3EB70" w14:textId="77777777" w:rsidTr="00EB510E">
        <w:tc>
          <w:tcPr>
            <w:tcW w:w="1208" w:type="dxa"/>
          </w:tcPr>
          <w:p w14:paraId="7FFAE0B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lastRenderedPageBreak/>
              <w:t>28130616</w:t>
            </w:r>
          </w:p>
        </w:tc>
        <w:tc>
          <w:tcPr>
            <w:tcW w:w="1867" w:type="dxa"/>
          </w:tcPr>
          <w:p w14:paraId="568CDD6C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Centralina elettronica base 6T</w:t>
            </w:r>
          </w:p>
        </w:tc>
        <w:tc>
          <w:tcPr>
            <w:tcW w:w="6525" w:type="dxa"/>
          </w:tcPr>
          <w:p w14:paraId="75175092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Centralina elettronica per comando delle teste elettrotermiche.</w:t>
            </w:r>
          </w:p>
          <w:p w14:paraId="1A7AF72A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Alimentazione 230 V o 24 V selezionabile.</w:t>
            </w:r>
          </w:p>
          <w:p w14:paraId="7A68BF20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diretto fino a 6 teste elettrotermiche alla stessa tensione di alimentazione della centralina (configurabili come alta o bassa temperatura).</w:t>
            </w:r>
          </w:p>
          <w:p w14:paraId="1F7929A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diretto fino a 6 termostati ambiente alla stessa tensione di alimentazione della centralina.</w:t>
            </w:r>
          </w:p>
          <w:p w14:paraId="063FF5C4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per circolatore di bassa temperatura.</w:t>
            </w:r>
          </w:p>
          <w:p w14:paraId="5EC40A9C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Funzione antigrippaggio circolatore.</w:t>
            </w:r>
          </w:p>
          <w:p w14:paraId="21D7FB89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Collegamento per consenso generatore di calore.</w:t>
            </w:r>
          </w:p>
          <w:p w14:paraId="75D969B8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Termostato “di sicurezza” regolabile da 30 a 60 °C.</w:t>
            </w:r>
          </w:p>
          <w:p w14:paraId="30B9A577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Cs/>
                <w:color w:val="000000" w:themeColor="text1"/>
                <w:sz w:val="20"/>
              </w:rPr>
              <w:t>Contatto (pulito da tensione) per segnalazione intervento termostato “di sicurezza”.</w:t>
            </w:r>
          </w:p>
          <w:p w14:paraId="5D0D962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D473548" w14:textId="4F398A8A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– Modello Centralina elettronica base 6T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0A2C37" w:rsidRPr="00D5395B" w14:paraId="76BADC81" w14:textId="77777777" w:rsidTr="00EB510E">
        <w:tc>
          <w:tcPr>
            <w:tcW w:w="1208" w:type="dxa"/>
          </w:tcPr>
          <w:p w14:paraId="5FFC1143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28130632</w:t>
            </w:r>
          </w:p>
        </w:tc>
        <w:tc>
          <w:tcPr>
            <w:tcW w:w="1867" w:type="dxa"/>
          </w:tcPr>
          <w:p w14:paraId="642F0E8E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Scatola elettrica con termostato “di sicurezza” per circolatore bassa temperatura</w:t>
            </w:r>
          </w:p>
        </w:tc>
        <w:tc>
          <w:tcPr>
            <w:tcW w:w="6525" w:type="dxa"/>
          </w:tcPr>
          <w:p w14:paraId="7C4E47E8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Scatola elettrica con termostato “di sicurezza” per cablaggio circolatore di bassa temperatura.</w:t>
            </w:r>
          </w:p>
          <w:p w14:paraId="622985D1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Lunghezza bulbo: 65 mm</w:t>
            </w:r>
          </w:p>
          <w:p w14:paraId="6DFF8A8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Diametro bulbo: 7 mm</w:t>
            </w:r>
          </w:p>
          <w:p w14:paraId="7F732513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Campo di regolazione: da 0 a 60 °C</w:t>
            </w:r>
          </w:p>
          <w:p w14:paraId="7F6252CB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Differenziale di intervento: 4 °C</w:t>
            </w:r>
          </w:p>
          <w:p w14:paraId="7A0F308D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sz w:val="20"/>
              </w:rPr>
            </w:pPr>
            <w:r w:rsidRPr="006A3741">
              <w:rPr>
                <w:rFonts w:ascii="Poppins" w:hAnsi="Poppins" w:cs="Poppins"/>
                <w:bCs/>
                <w:sz w:val="20"/>
              </w:rPr>
              <w:t>Portata contatti: 16(4) A – 400 V</w:t>
            </w:r>
          </w:p>
          <w:p w14:paraId="33C68656" w14:textId="77777777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621C677C" w14:textId="13C77AA9" w:rsidR="000A2C37" w:rsidRPr="006A3741" w:rsidRDefault="000A2C37" w:rsidP="000A2C3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6A3741">
              <w:rPr>
                <w:rFonts w:ascii="Poppins" w:hAnsi="Poppins" w:cs="Poppins"/>
                <w:b/>
                <w:bCs/>
                <w:sz w:val="20"/>
              </w:rPr>
              <w:t xml:space="preserve"> – Modello Scatola elettrica con termostato “di sicurezza” per circolatore bassa temperatura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79AA469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2C65" w14:textId="77777777" w:rsidR="008A5C7B" w:rsidRDefault="008A5C7B">
      <w:r>
        <w:separator/>
      </w:r>
    </w:p>
  </w:endnote>
  <w:endnote w:type="continuationSeparator" w:id="0">
    <w:p w14:paraId="167EC22C" w14:textId="77777777" w:rsidR="008A5C7B" w:rsidRDefault="008A5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Times New Roman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76C3B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729F9025" w14:textId="77777777" w:rsidTr="004706FD">
      <w:tc>
        <w:tcPr>
          <w:tcW w:w="4534" w:type="dxa"/>
        </w:tcPr>
        <w:p w14:paraId="4ABFEC60" w14:textId="67E28D8E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7031B">
            <w:rPr>
              <w:rFonts w:ascii="Poppins" w:hAnsi="Poppins" w:cs="Poppins"/>
              <w:iCs/>
              <w:noProof/>
              <w:sz w:val="16"/>
            </w:rPr>
            <w:t>M</w:t>
          </w:r>
          <w:r w:rsidR="000D6274">
            <w:rPr>
              <w:rFonts w:ascii="Poppins" w:hAnsi="Poppins" w:cs="Poppins"/>
              <w:iCs/>
              <w:noProof/>
              <w:sz w:val="16"/>
            </w:rPr>
            <w:t>odular Firstbox Alta-Bassa Temperatura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FDBE9A7" w14:textId="1EE99D71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D28BF">
            <w:rPr>
              <w:rFonts w:ascii="Poppins" w:hAnsi="Poppins" w:cs="Poppins"/>
              <w:noProof/>
              <w:sz w:val="14"/>
              <w:szCs w:val="14"/>
            </w:rPr>
            <w:t>13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E69CB88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58001F8" wp14:editId="3AD851CC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B15B" w14:textId="77777777" w:rsidR="008A5C7B" w:rsidRDefault="008A5C7B">
      <w:r>
        <w:separator/>
      </w:r>
    </w:p>
  </w:footnote>
  <w:footnote w:type="continuationSeparator" w:id="0">
    <w:p w14:paraId="08B141B4" w14:textId="77777777" w:rsidR="008A5C7B" w:rsidRDefault="008A5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2DFE1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31C1F22D" wp14:editId="78746CD4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39638A8A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3AC694C5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6F460BBA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F617B"/>
    <w:multiLevelType w:val="hybridMultilevel"/>
    <w:tmpl w:val="03763F2C"/>
    <w:lvl w:ilvl="0" w:tplc="41EECAA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B6E53"/>
    <w:multiLevelType w:val="hybridMultilevel"/>
    <w:tmpl w:val="F3DA9618"/>
    <w:lvl w:ilvl="0" w:tplc="41EECAA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66E83"/>
    <w:multiLevelType w:val="hybridMultilevel"/>
    <w:tmpl w:val="222066FA"/>
    <w:lvl w:ilvl="0" w:tplc="1B0040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E77EF"/>
    <w:multiLevelType w:val="hybridMultilevel"/>
    <w:tmpl w:val="ABC88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111649">
    <w:abstractNumId w:val="7"/>
  </w:num>
  <w:num w:numId="2" w16cid:durableId="892617115">
    <w:abstractNumId w:val="6"/>
  </w:num>
  <w:num w:numId="3" w16cid:durableId="1042826184">
    <w:abstractNumId w:val="4"/>
  </w:num>
  <w:num w:numId="4" w16cid:durableId="873269867">
    <w:abstractNumId w:val="3"/>
  </w:num>
  <w:num w:numId="5" w16cid:durableId="204504">
    <w:abstractNumId w:val="1"/>
  </w:num>
  <w:num w:numId="6" w16cid:durableId="1465465530">
    <w:abstractNumId w:val="2"/>
  </w:num>
  <w:num w:numId="7" w16cid:durableId="2065332880">
    <w:abstractNumId w:val="5"/>
  </w:num>
  <w:num w:numId="8" w16cid:durableId="682633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735BE"/>
    <w:rsid w:val="00073FC0"/>
    <w:rsid w:val="000A2C37"/>
    <w:rsid w:val="000B6932"/>
    <w:rsid w:val="000C52FA"/>
    <w:rsid w:val="000D6274"/>
    <w:rsid w:val="000E15FA"/>
    <w:rsid w:val="000F7A52"/>
    <w:rsid w:val="00103A0D"/>
    <w:rsid w:val="001441C6"/>
    <w:rsid w:val="001450AB"/>
    <w:rsid w:val="001620E3"/>
    <w:rsid w:val="00171DAE"/>
    <w:rsid w:val="00195A49"/>
    <w:rsid w:val="001A12AC"/>
    <w:rsid w:val="001B6644"/>
    <w:rsid w:val="001D2147"/>
    <w:rsid w:val="001E471C"/>
    <w:rsid w:val="001F782F"/>
    <w:rsid w:val="0023000E"/>
    <w:rsid w:val="002346C2"/>
    <w:rsid w:val="00264BCF"/>
    <w:rsid w:val="0028448D"/>
    <w:rsid w:val="002862D2"/>
    <w:rsid w:val="002B5D63"/>
    <w:rsid w:val="00304020"/>
    <w:rsid w:val="003333BC"/>
    <w:rsid w:val="00344430"/>
    <w:rsid w:val="003524C7"/>
    <w:rsid w:val="00357812"/>
    <w:rsid w:val="0037031B"/>
    <w:rsid w:val="00387009"/>
    <w:rsid w:val="00433C12"/>
    <w:rsid w:val="0044592F"/>
    <w:rsid w:val="004706FD"/>
    <w:rsid w:val="00474537"/>
    <w:rsid w:val="0048382E"/>
    <w:rsid w:val="00501AEF"/>
    <w:rsid w:val="00536743"/>
    <w:rsid w:val="005C61B9"/>
    <w:rsid w:val="00610639"/>
    <w:rsid w:val="006A3741"/>
    <w:rsid w:val="006B218C"/>
    <w:rsid w:val="006B29B1"/>
    <w:rsid w:val="006D044B"/>
    <w:rsid w:val="006D28BF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0323F"/>
    <w:rsid w:val="00810A85"/>
    <w:rsid w:val="00830828"/>
    <w:rsid w:val="00844BBC"/>
    <w:rsid w:val="00867692"/>
    <w:rsid w:val="008A2C0A"/>
    <w:rsid w:val="008A5C7B"/>
    <w:rsid w:val="008B5587"/>
    <w:rsid w:val="00923354"/>
    <w:rsid w:val="00931A8A"/>
    <w:rsid w:val="00942B09"/>
    <w:rsid w:val="00992282"/>
    <w:rsid w:val="009A219D"/>
    <w:rsid w:val="009C1166"/>
    <w:rsid w:val="009D4FC2"/>
    <w:rsid w:val="009E07DC"/>
    <w:rsid w:val="009E250A"/>
    <w:rsid w:val="009E2742"/>
    <w:rsid w:val="009E691E"/>
    <w:rsid w:val="00A06A5E"/>
    <w:rsid w:val="00A216E2"/>
    <w:rsid w:val="00A62A77"/>
    <w:rsid w:val="00A743FF"/>
    <w:rsid w:val="00AC0741"/>
    <w:rsid w:val="00AD05EC"/>
    <w:rsid w:val="00AD1706"/>
    <w:rsid w:val="00B34736"/>
    <w:rsid w:val="00B62F10"/>
    <w:rsid w:val="00B7475F"/>
    <w:rsid w:val="00B805F2"/>
    <w:rsid w:val="00B93CD1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B1475"/>
    <w:rsid w:val="00CC31A7"/>
    <w:rsid w:val="00CE7C2F"/>
    <w:rsid w:val="00D061A5"/>
    <w:rsid w:val="00D178ED"/>
    <w:rsid w:val="00D17F30"/>
    <w:rsid w:val="00D440AE"/>
    <w:rsid w:val="00DD2E16"/>
    <w:rsid w:val="00DE5C0B"/>
    <w:rsid w:val="00E07577"/>
    <w:rsid w:val="00E36C49"/>
    <w:rsid w:val="00E42389"/>
    <w:rsid w:val="00EA01C8"/>
    <w:rsid w:val="00EB33B9"/>
    <w:rsid w:val="00EC29FF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30A8D9D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6A3741"/>
    <w:rPr>
      <w:rFonts w:ascii="CG Omega" w:hAnsi="CG Omega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0EBC7-418C-40E5-A51E-2E6C1D4D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13</Pages>
  <Words>3003</Words>
  <Characters>15750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18716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</cp:revision>
  <cp:lastPrinted>2013-11-14T13:48:00Z</cp:lastPrinted>
  <dcterms:created xsi:type="dcterms:W3CDTF">2024-08-29T14:28:00Z</dcterms:created>
  <dcterms:modified xsi:type="dcterms:W3CDTF">2024-08-29T14:29:00Z</dcterms:modified>
</cp:coreProperties>
</file>